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9D8B484" w14:textId="77777777" w:rsidTr="009027D5">
        <w:tc>
          <w:tcPr>
            <w:tcW w:w="1398" w:type="dxa"/>
          </w:tcPr>
          <w:p w14:paraId="2EE70C10" w14:textId="77777777" w:rsidR="00757AC7" w:rsidRPr="0084552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0C68DA3" w14:textId="77777777" w:rsidR="00757AC7" w:rsidRPr="0084552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C349F87" w14:textId="77777777" w:rsidR="00757AC7" w:rsidRPr="00845521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D5D2A" w14:paraId="3207988E" w14:textId="77777777" w:rsidTr="000D5D2A">
        <w:tc>
          <w:tcPr>
            <w:tcW w:w="1398" w:type="dxa"/>
          </w:tcPr>
          <w:p w14:paraId="337FA53D" w14:textId="0310A88F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15460004</w:t>
            </w:r>
          </w:p>
        </w:tc>
        <w:tc>
          <w:tcPr>
            <w:tcW w:w="2297" w:type="dxa"/>
          </w:tcPr>
          <w:p w14:paraId="7CC1E4ED" w14:textId="311F31BE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acqua 9” con attacchi da 3/4"</w:t>
            </w:r>
          </w:p>
        </w:tc>
        <w:tc>
          <w:tcPr>
            <w:tcW w:w="5803" w:type="dxa"/>
          </w:tcPr>
          <w:p w14:paraId="14C41DEB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da 9” con testa staffabile in polipropilene, composto da 3 pezzi</w:t>
            </w:r>
          </w:p>
          <w:p w14:paraId="56867188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7EBE5A13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7928BC7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>Misura: 3/4" 3 pezzi</w:t>
            </w:r>
          </w:p>
          <w:p w14:paraId="7C093B50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8 bar</w:t>
            </w:r>
          </w:p>
          <w:p w14:paraId="09356D18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28 bar</w:t>
            </w:r>
          </w:p>
          <w:p w14:paraId="61A6DD1A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597D0ECD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178 mm</w:t>
            </w:r>
          </w:p>
          <w:p w14:paraId="2DADBEF1" w14:textId="77777777" w:rsidR="000D5D2A" w:rsidRPr="00922504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  <w:lang w:val="fi-FI"/>
              </w:rPr>
            </w:pPr>
            <w:proofErr w:type="spellStart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</w:t>
            </w:r>
            <w:proofErr w:type="spellEnd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: G (UNI EN ISO 228-1)</w:t>
            </w:r>
          </w:p>
          <w:p w14:paraId="7D82EFAD" w14:textId="77777777" w:rsidR="000D5D2A" w:rsidRPr="00922504" w:rsidRDefault="000D5D2A" w:rsidP="000D5D2A">
            <w:pPr>
              <w:pStyle w:val="Intestazione"/>
              <w:tabs>
                <w:tab w:val="left" w:pos="708"/>
              </w:tabs>
              <w:ind w:left="360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7817543D" w14:textId="2F0953AC" w:rsidR="000D5D2A" w:rsidRPr="00845521" w:rsidRDefault="000D5D2A" w:rsidP="000D5D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Filtro acqua 9” con attacchi da 3/4" o equivalente.</w:t>
            </w:r>
          </w:p>
        </w:tc>
      </w:tr>
      <w:tr w:rsidR="000D5D2A" w14:paraId="4F00D4CD" w14:textId="77777777" w:rsidTr="000D5D2A">
        <w:tc>
          <w:tcPr>
            <w:tcW w:w="1398" w:type="dxa"/>
          </w:tcPr>
          <w:p w14:paraId="687444BE" w14:textId="4406A279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15460006</w:t>
            </w:r>
          </w:p>
        </w:tc>
        <w:tc>
          <w:tcPr>
            <w:tcW w:w="2297" w:type="dxa"/>
          </w:tcPr>
          <w:p w14:paraId="349D12A2" w14:textId="4D93D951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acqua 9” con attacchi da 1"</w:t>
            </w:r>
          </w:p>
        </w:tc>
        <w:tc>
          <w:tcPr>
            <w:tcW w:w="5803" w:type="dxa"/>
          </w:tcPr>
          <w:p w14:paraId="3C04DEB4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da 9” con testa staffabile in polipropilene, composto da 3 pezzi</w:t>
            </w:r>
          </w:p>
          <w:p w14:paraId="21E076E9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3B3E821D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8127896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 xml:space="preserve">Misura: 1" </w:t>
            </w:r>
          </w:p>
          <w:p w14:paraId="27A8FB78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8 bar</w:t>
            </w:r>
          </w:p>
          <w:p w14:paraId="18C3F06E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28 bar</w:t>
            </w:r>
          </w:p>
          <w:p w14:paraId="2FEB6A87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75628A37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178 mm</w:t>
            </w:r>
          </w:p>
          <w:p w14:paraId="605D63A1" w14:textId="77777777" w:rsidR="000D5D2A" w:rsidRPr="00922504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  <w:lang w:val="fi-FI"/>
              </w:rPr>
            </w:pPr>
            <w:proofErr w:type="spellStart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</w:t>
            </w:r>
            <w:proofErr w:type="spellEnd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: G (UNI EN ISO 228-1)</w:t>
            </w:r>
          </w:p>
          <w:p w14:paraId="79C3F6DE" w14:textId="77777777" w:rsidR="000D5D2A" w:rsidRPr="00922504" w:rsidRDefault="000D5D2A" w:rsidP="000D5D2A">
            <w:pPr>
              <w:pStyle w:val="Intestazione"/>
              <w:tabs>
                <w:tab w:val="left" w:pos="708"/>
              </w:tabs>
              <w:ind w:left="360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438B83D" w14:textId="3B2C010E" w:rsidR="000D5D2A" w:rsidRPr="00845521" w:rsidRDefault="000D5D2A" w:rsidP="000D5D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Filtro acqua 9” con attacchi da 1" o equivalente.</w:t>
            </w:r>
          </w:p>
        </w:tc>
      </w:tr>
      <w:tr w:rsidR="000D5D2A" w14:paraId="299F8417" w14:textId="77777777" w:rsidTr="000D5D2A">
        <w:tc>
          <w:tcPr>
            <w:tcW w:w="1398" w:type="dxa"/>
          </w:tcPr>
          <w:p w14:paraId="33E9D0BD" w14:textId="679B363A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15460028</w:t>
            </w:r>
          </w:p>
        </w:tc>
        <w:tc>
          <w:tcPr>
            <w:tcW w:w="2297" w:type="dxa"/>
          </w:tcPr>
          <w:p w14:paraId="2BF9B528" w14:textId="487C4109" w:rsidR="000D5D2A" w:rsidRPr="00845521" w:rsidRDefault="000D5D2A" w:rsidP="000D5D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acqua 5” con attacchi da 3/4"</w:t>
            </w:r>
          </w:p>
        </w:tc>
        <w:tc>
          <w:tcPr>
            <w:tcW w:w="5803" w:type="dxa"/>
          </w:tcPr>
          <w:p w14:paraId="61D7DAAC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da 5” con testa staffabile in polipropilene, composto da 3 pezzi</w:t>
            </w:r>
          </w:p>
          <w:p w14:paraId="30ECE19C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0A97F172" w14:textId="77777777" w:rsidR="000D5D2A" w:rsidRPr="00845521" w:rsidRDefault="000D5D2A" w:rsidP="000D5D2A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21658BE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>Misura: 3/4" 3 pezzi</w:t>
            </w:r>
          </w:p>
          <w:p w14:paraId="2E571896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8 bar</w:t>
            </w:r>
          </w:p>
          <w:p w14:paraId="5E5708BC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28 bar</w:t>
            </w:r>
          </w:p>
          <w:p w14:paraId="4BF707C3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5EF19A28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178 mm</w:t>
            </w:r>
          </w:p>
          <w:p w14:paraId="75B3D3F5" w14:textId="77777777" w:rsidR="000D5D2A" w:rsidRPr="00922504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  <w:lang w:val="fi-FI"/>
              </w:rPr>
            </w:pPr>
            <w:proofErr w:type="spellStart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</w:t>
            </w:r>
            <w:proofErr w:type="spellEnd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: G (UNI EN ISO 228-1)</w:t>
            </w:r>
          </w:p>
          <w:p w14:paraId="0ED75FA2" w14:textId="77777777" w:rsidR="000D5D2A" w:rsidRPr="00922504" w:rsidRDefault="000D5D2A" w:rsidP="000D5D2A">
            <w:pPr>
              <w:pStyle w:val="Intestazione"/>
              <w:tabs>
                <w:tab w:val="left" w:pos="708"/>
              </w:tabs>
              <w:ind w:left="360"/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25A798D9" w14:textId="7EEDBCD5" w:rsidR="000D5D2A" w:rsidRPr="00845521" w:rsidRDefault="000D5D2A" w:rsidP="000D5D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>– Modello Filtro acqua 5” con attacchi da 3/4" o equivalente.</w:t>
            </w:r>
          </w:p>
        </w:tc>
      </w:tr>
      <w:tr w:rsidR="000D5D2A" w:rsidRPr="00694BA1" w14:paraId="364BEDFF" w14:textId="77777777" w:rsidTr="000D5D2A">
        <w:tc>
          <w:tcPr>
            <w:tcW w:w="1398" w:type="dxa"/>
            <w:hideMark/>
          </w:tcPr>
          <w:p w14:paraId="062D47C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lastRenderedPageBreak/>
              <w:t>15460018</w:t>
            </w:r>
          </w:p>
        </w:tc>
        <w:tc>
          <w:tcPr>
            <w:tcW w:w="2297" w:type="dxa"/>
            <w:hideMark/>
          </w:tcPr>
          <w:p w14:paraId="1226EC4B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Nylon</w:t>
            </w:r>
          </w:p>
        </w:tc>
        <w:tc>
          <w:tcPr>
            <w:tcW w:w="5803" w:type="dxa"/>
          </w:tcPr>
          <w:p w14:paraId="7A43B4A9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con portata nominale di 3500 l/h.</w:t>
            </w:r>
          </w:p>
          <w:p w14:paraId="1276B92C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60 micron.</w:t>
            </w:r>
          </w:p>
          <w:p w14:paraId="6FAA9789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7E8458B4" w14:textId="3512BE13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Nylon o equivalente.</w:t>
            </w:r>
          </w:p>
        </w:tc>
      </w:tr>
      <w:tr w:rsidR="000D5D2A" w:rsidRPr="00694BA1" w14:paraId="49DD3AB8" w14:textId="77777777" w:rsidTr="000D5D2A">
        <w:tc>
          <w:tcPr>
            <w:tcW w:w="1398" w:type="dxa"/>
            <w:hideMark/>
          </w:tcPr>
          <w:p w14:paraId="19F62C2D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15100005</w:t>
            </w:r>
          </w:p>
        </w:tc>
        <w:tc>
          <w:tcPr>
            <w:tcW w:w="2297" w:type="dxa"/>
            <w:hideMark/>
          </w:tcPr>
          <w:p w14:paraId="14097A57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Polipropilene</w:t>
            </w:r>
          </w:p>
        </w:tc>
        <w:tc>
          <w:tcPr>
            <w:tcW w:w="5803" w:type="dxa"/>
          </w:tcPr>
          <w:p w14:paraId="4AA713B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con portata nominale di 3500 l/h.</w:t>
            </w:r>
          </w:p>
          <w:p w14:paraId="06ACA249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10 micron.</w:t>
            </w:r>
          </w:p>
          <w:p w14:paraId="27DA8A96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06035B96" w14:textId="4647873A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Polipropilene o equivalente.</w:t>
            </w:r>
          </w:p>
        </w:tc>
      </w:tr>
      <w:tr w:rsidR="000D5D2A" w:rsidRPr="00694BA1" w14:paraId="1710720F" w14:textId="77777777" w:rsidTr="000D5D2A">
        <w:tc>
          <w:tcPr>
            <w:tcW w:w="1398" w:type="dxa"/>
            <w:hideMark/>
          </w:tcPr>
          <w:p w14:paraId="47228BA5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15120110</w:t>
            </w:r>
          </w:p>
        </w:tc>
        <w:tc>
          <w:tcPr>
            <w:tcW w:w="2297" w:type="dxa"/>
            <w:hideMark/>
          </w:tcPr>
          <w:p w14:paraId="13541AE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Nylon</w:t>
            </w:r>
          </w:p>
        </w:tc>
        <w:tc>
          <w:tcPr>
            <w:tcW w:w="5803" w:type="dxa"/>
          </w:tcPr>
          <w:p w14:paraId="1C97C65D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9” con portata nominale di 3500 l/h.</w:t>
            </w:r>
          </w:p>
          <w:p w14:paraId="05A1A01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60 micron.</w:t>
            </w:r>
          </w:p>
          <w:p w14:paraId="2487AF68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0460F7D6" w14:textId="3F6EF6DD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9” in Nylon o equivalente.</w:t>
            </w:r>
          </w:p>
        </w:tc>
      </w:tr>
      <w:tr w:rsidR="000D5D2A" w:rsidRPr="00694BA1" w14:paraId="02959FBD" w14:textId="77777777" w:rsidTr="000D5D2A">
        <w:tc>
          <w:tcPr>
            <w:tcW w:w="1398" w:type="dxa"/>
            <w:hideMark/>
          </w:tcPr>
          <w:p w14:paraId="6CF46E75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15100010</w:t>
            </w:r>
          </w:p>
        </w:tc>
        <w:tc>
          <w:tcPr>
            <w:tcW w:w="2297" w:type="dxa"/>
            <w:hideMark/>
          </w:tcPr>
          <w:p w14:paraId="783E6381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Polipropilene</w:t>
            </w:r>
          </w:p>
        </w:tc>
        <w:tc>
          <w:tcPr>
            <w:tcW w:w="5803" w:type="dxa"/>
          </w:tcPr>
          <w:p w14:paraId="0C7C466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9” con portata nominale di 3500 l/h.</w:t>
            </w:r>
          </w:p>
          <w:p w14:paraId="16A483C1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10 micron.</w:t>
            </w:r>
          </w:p>
          <w:p w14:paraId="405F4367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21A99A6A" w14:textId="5CCE8726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9” in Polipropilene o equivalente.</w:t>
            </w:r>
          </w:p>
        </w:tc>
      </w:tr>
      <w:tr w:rsidR="000D5D2A" w:rsidRPr="00694BA1" w14:paraId="3E0C2F11" w14:textId="77777777" w:rsidTr="000D5D2A">
        <w:tc>
          <w:tcPr>
            <w:tcW w:w="1398" w:type="dxa"/>
            <w:hideMark/>
          </w:tcPr>
          <w:p w14:paraId="411DD739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15120112</w:t>
            </w:r>
          </w:p>
        </w:tc>
        <w:tc>
          <w:tcPr>
            <w:tcW w:w="2297" w:type="dxa"/>
            <w:hideMark/>
          </w:tcPr>
          <w:p w14:paraId="30D67D1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polifosfati</w:t>
            </w:r>
          </w:p>
        </w:tc>
        <w:tc>
          <w:tcPr>
            <w:tcW w:w="5803" w:type="dxa"/>
          </w:tcPr>
          <w:p w14:paraId="2F892ACE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9” in polifosfati.</w:t>
            </w:r>
          </w:p>
          <w:p w14:paraId="3C3BDFB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6001BF13" w14:textId="73D3F0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922504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9” in polifosfati o equivalente.</w:t>
            </w:r>
          </w:p>
        </w:tc>
      </w:tr>
      <w:tr w:rsidR="00922504" w:rsidRPr="00694BA1" w14:paraId="2B4476D6" w14:textId="77777777" w:rsidTr="000D5D2A">
        <w:tc>
          <w:tcPr>
            <w:tcW w:w="1398" w:type="dxa"/>
          </w:tcPr>
          <w:p w14:paraId="176B4ECE" w14:textId="21C3DC49" w:rsidR="00922504" w:rsidRPr="00845521" w:rsidRDefault="00922504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15500000</w:t>
            </w:r>
          </w:p>
        </w:tc>
        <w:tc>
          <w:tcPr>
            <w:tcW w:w="2297" w:type="dxa"/>
          </w:tcPr>
          <w:p w14:paraId="0ABAF7FA" w14:textId="78CE7CB2" w:rsidR="00922504" w:rsidRPr="00845521" w:rsidRDefault="00922504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922504">
              <w:rPr>
                <w:rFonts w:ascii="Poppins" w:hAnsi="Poppins" w:cs="Poppins"/>
                <w:bCs/>
                <w:sz w:val="20"/>
              </w:rPr>
              <w:t xml:space="preserve">Polifosfati Kg </w:t>
            </w:r>
            <w:proofErr w:type="spellStart"/>
            <w:r w:rsidRPr="00922504">
              <w:rPr>
                <w:rFonts w:ascii="Poppins" w:hAnsi="Poppins" w:cs="Poppins"/>
                <w:bCs/>
                <w:sz w:val="20"/>
              </w:rPr>
              <w:t>conf.</w:t>
            </w:r>
            <w:proofErr w:type="spellEnd"/>
            <w:r w:rsidRPr="00922504">
              <w:rPr>
                <w:rFonts w:ascii="Poppins" w:hAnsi="Poppins" w:cs="Poppins"/>
                <w:bCs/>
                <w:sz w:val="20"/>
              </w:rPr>
              <w:t xml:space="preserve"> 20</w:t>
            </w:r>
          </w:p>
        </w:tc>
        <w:tc>
          <w:tcPr>
            <w:tcW w:w="5803" w:type="dxa"/>
          </w:tcPr>
          <w:p w14:paraId="27B4919B" w14:textId="634C6128" w:rsidR="00922504" w:rsidRPr="00922504" w:rsidRDefault="00922504" w:rsidP="0092250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922504">
              <w:rPr>
                <w:rFonts w:ascii="Poppins" w:hAnsi="Poppins" w:cs="Poppins"/>
                <w:bCs/>
                <w:sz w:val="20"/>
              </w:rPr>
              <w:t>Polifosfati idonei per uso alimentare in conformità ad D.M 443 del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922504">
              <w:rPr>
                <w:rFonts w:ascii="Poppins" w:hAnsi="Poppins" w:cs="Poppins"/>
                <w:bCs/>
                <w:sz w:val="20"/>
              </w:rPr>
              <w:t>21/12/1990 in condizioni standard di impiego.</w:t>
            </w:r>
          </w:p>
          <w:p w14:paraId="5542A0DA" w14:textId="77777777" w:rsidR="00922504" w:rsidRPr="00922504" w:rsidRDefault="00922504" w:rsidP="0092250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41C7DBB5" w14:textId="7821B836" w:rsidR="00922504" w:rsidRPr="00922504" w:rsidRDefault="00922504" w:rsidP="00922504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922504">
              <w:rPr>
                <w:rFonts w:ascii="Poppins" w:hAnsi="Poppins" w:cs="Poppins"/>
                <w:b/>
                <w:sz w:val="20"/>
              </w:rPr>
              <w:t>Marca Emmeti – Modello Polifosfati o equivalente.</w:t>
            </w:r>
          </w:p>
        </w:tc>
      </w:tr>
      <w:tr w:rsidR="000D5D2A" w:rsidRPr="00694BA1" w14:paraId="46CCC865" w14:textId="77777777" w:rsidTr="000D5D2A">
        <w:tc>
          <w:tcPr>
            <w:tcW w:w="1398" w:type="dxa"/>
            <w:hideMark/>
          </w:tcPr>
          <w:p w14:paraId="74767FFB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15410550</w:t>
            </w:r>
          </w:p>
        </w:tc>
        <w:tc>
          <w:tcPr>
            <w:tcW w:w="2297" w:type="dxa"/>
            <w:hideMark/>
          </w:tcPr>
          <w:p w14:paraId="0118B41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</w:t>
            </w:r>
          </w:p>
        </w:tc>
        <w:tc>
          <w:tcPr>
            <w:tcW w:w="5803" w:type="dxa"/>
          </w:tcPr>
          <w:p w14:paraId="2BC1FCEC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 per filtro acqua.</w:t>
            </w:r>
          </w:p>
          <w:p w14:paraId="4C10BB68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38F269AC" w14:textId="3F3C56CD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87EF7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Tubo diffusore da 5”o equivalente.</w:t>
            </w:r>
          </w:p>
        </w:tc>
      </w:tr>
      <w:tr w:rsidR="000D5D2A" w:rsidRPr="00694BA1" w14:paraId="549783C2" w14:textId="77777777" w:rsidTr="000D5D2A">
        <w:tc>
          <w:tcPr>
            <w:tcW w:w="1398" w:type="dxa"/>
            <w:hideMark/>
          </w:tcPr>
          <w:p w14:paraId="3930AD86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15140010</w:t>
            </w:r>
          </w:p>
        </w:tc>
        <w:tc>
          <w:tcPr>
            <w:tcW w:w="2297" w:type="dxa"/>
            <w:hideMark/>
          </w:tcPr>
          <w:p w14:paraId="1B7DB79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9”</w:t>
            </w:r>
          </w:p>
        </w:tc>
        <w:tc>
          <w:tcPr>
            <w:tcW w:w="5803" w:type="dxa"/>
          </w:tcPr>
          <w:p w14:paraId="40F7C689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9” per filtro acqua.</w:t>
            </w:r>
          </w:p>
          <w:p w14:paraId="7C884A96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13A24E03" w14:textId="791D5C18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87EF7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Tubo diffusore da 9”o equivalente.</w:t>
            </w:r>
          </w:p>
        </w:tc>
      </w:tr>
      <w:tr w:rsidR="000D5D2A" w:rsidRPr="00694BA1" w14:paraId="6EF1113B" w14:textId="77777777" w:rsidTr="000D5D2A">
        <w:tc>
          <w:tcPr>
            <w:tcW w:w="1398" w:type="dxa"/>
            <w:hideMark/>
          </w:tcPr>
          <w:p w14:paraId="53A68BEE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lastRenderedPageBreak/>
              <w:t>15140012</w:t>
            </w:r>
          </w:p>
        </w:tc>
        <w:tc>
          <w:tcPr>
            <w:tcW w:w="2297" w:type="dxa"/>
            <w:hideMark/>
          </w:tcPr>
          <w:p w14:paraId="37531D3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Diffusore per filtro 3 pezzi</w:t>
            </w:r>
          </w:p>
        </w:tc>
        <w:tc>
          <w:tcPr>
            <w:tcW w:w="5803" w:type="dxa"/>
          </w:tcPr>
          <w:p w14:paraId="0A9505E7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Diffusore per filtro acqua 3 pezzi.</w:t>
            </w:r>
          </w:p>
          <w:p w14:paraId="12101B81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0EFBDA44" w14:textId="441F15AA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87EF7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Diffusore per filtro 3 pezzi o equivalente.</w:t>
            </w:r>
          </w:p>
        </w:tc>
      </w:tr>
      <w:tr w:rsidR="00187EF7" w:rsidRPr="00694BA1" w14:paraId="6A35EC1D" w14:textId="77777777" w:rsidTr="000D5D2A">
        <w:tc>
          <w:tcPr>
            <w:tcW w:w="1398" w:type="dxa"/>
          </w:tcPr>
          <w:p w14:paraId="53963B76" w14:textId="00D9C548" w:rsidR="00187EF7" w:rsidRPr="00845521" w:rsidRDefault="00187EF7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15460012</w:t>
            </w:r>
          </w:p>
        </w:tc>
        <w:tc>
          <w:tcPr>
            <w:tcW w:w="2297" w:type="dxa"/>
          </w:tcPr>
          <w:p w14:paraId="457401E5" w14:textId="5EF66BAC" w:rsidR="00187EF7" w:rsidRPr="00845521" w:rsidRDefault="00640EFB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40EFB">
              <w:rPr>
                <w:rFonts w:ascii="Poppins" w:hAnsi="Poppins" w:cs="Poppins"/>
                <w:bCs/>
                <w:sz w:val="20"/>
              </w:rPr>
              <w:t>Chiave per filtro Misura per 3 pezzi</w:t>
            </w:r>
          </w:p>
        </w:tc>
        <w:tc>
          <w:tcPr>
            <w:tcW w:w="5803" w:type="dxa"/>
          </w:tcPr>
          <w:p w14:paraId="1DF92569" w14:textId="77777777" w:rsidR="00640EFB" w:rsidRPr="00640EFB" w:rsidRDefault="00640EFB" w:rsidP="00640E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640EFB">
              <w:rPr>
                <w:rFonts w:ascii="Poppins" w:hAnsi="Poppins" w:cs="Poppins"/>
                <w:bCs/>
                <w:sz w:val="20"/>
              </w:rPr>
              <w:t>Chiave per filtro per 3 pezzi.</w:t>
            </w:r>
          </w:p>
          <w:p w14:paraId="7A1CE5A3" w14:textId="77777777" w:rsidR="00640EFB" w:rsidRPr="00640EFB" w:rsidRDefault="00640EFB" w:rsidP="00640E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3C42B42A" w14:textId="1E393778" w:rsidR="00640EFB" w:rsidRPr="00640EFB" w:rsidRDefault="00640EFB" w:rsidP="00640E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640EFB">
              <w:rPr>
                <w:rFonts w:ascii="Poppins" w:hAnsi="Poppins" w:cs="Poppins"/>
                <w:bCs/>
                <w:sz w:val="20"/>
              </w:rPr>
              <w:t>Idonei per l’utilizzo negli impianti di trattamento delle acque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40EFB">
              <w:rPr>
                <w:rFonts w:ascii="Poppins" w:hAnsi="Poppins" w:cs="Poppins"/>
                <w:bCs/>
                <w:sz w:val="20"/>
              </w:rPr>
              <w:t>destinate al consumo umano e conformi al D.M. 174/2004 e successive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40EFB">
              <w:rPr>
                <w:rFonts w:ascii="Poppins" w:hAnsi="Poppins" w:cs="Poppins"/>
                <w:bCs/>
                <w:sz w:val="20"/>
              </w:rPr>
              <w:t>modifiche.</w:t>
            </w:r>
          </w:p>
          <w:p w14:paraId="6606711E" w14:textId="77777777" w:rsidR="00640EFB" w:rsidRPr="00640EFB" w:rsidRDefault="00640EFB" w:rsidP="00640E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0E799AD7" w14:textId="202E7F24" w:rsidR="00187EF7" w:rsidRPr="00640EFB" w:rsidRDefault="00640EFB" w:rsidP="00640EFB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sz w:val="20"/>
              </w:rPr>
            </w:pPr>
            <w:r w:rsidRPr="00640EFB">
              <w:rPr>
                <w:rFonts w:ascii="Poppins" w:hAnsi="Poppins" w:cs="Poppins"/>
                <w:b/>
                <w:sz w:val="20"/>
              </w:rPr>
              <w:t>Marca Emmeti - Modello Chiave per filtro per 3 pezzi o equivalente.</w:t>
            </w:r>
          </w:p>
        </w:tc>
      </w:tr>
      <w:tr w:rsidR="004650C8" w:rsidRPr="00694BA1" w14:paraId="327FBC32" w14:textId="77777777" w:rsidTr="000D5D2A">
        <w:tc>
          <w:tcPr>
            <w:tcW w:w="1398" w:type="dxa"/>
            <w:hideMark/>
          </w:tcPr>
          <w:p w14:paraId="312EFCEB" w14:textId="77777777" w:rsidR="004650C8" w:rsidRPr="00845521" w:rsidRDefault="004650C8" w:rsidP="004650C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15460014</w:t>
            </w:r>
          </w:p>
        </w:tc>
        <w:tc>
          <w:tcPr>
            <w:tcW w:w="2297" w:type="dxa"/>
            <w:hideMark/>
          </w:tcPr>
          <w:p w14:paraId="72A9A034" w14:textId="56F5BD34" w:rsidR="004650C8" w:rsidRPr="00845521" w:rsidRDefault="004650C8" w:rsidP="004650C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E81275">
              <w:rPr>
                <w:rFonts w:ascii="Poppins" w:hAnsi="Poppins" w:cs="Poppins"/>
                <w:bCs/>
                <w:sz w:val="20"/>
              </w:rPr>
              <w:t>Staffa met</w:t>
            </w:r>
            <w:r>
              <w:rPr>
                <w:rFonts w:ascii="Poppins" w:hAnsi="Poppins" w:cs="Poppins"/>
                <w:bCs/>
                <w:sz w:val="20"/>
              </w:rPr>
              <w:t>al</w:t>
            </w:r>
            <w:r w:rsidRPr="00E81275">
              <w:rPr>
                <w:rFonts w:ascii="Poppins" w:hAnsi="Poppins" w:cs="Poppins"/>
                <w:bCs/>
                <w:sz w:val="20"/>
              </w:rPr>
              <w:t>lica per filtri</w:t>
            </w:r>
            <w:r>
              <w:rPr>
                <w:rFonts w:ascii="Poppins" w:hAnsi="Poppins" w:cs="Poppins"/>
                <w:bCs/>
                <w:sz w:val="20"/>
              </w:rPr>
              <w:t xml:space="preserve"> e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defangatori</w:t>
            </w:r>
            <w:proofErr w:type="spellEnd"/>
          </w:p>
        </w:tc>
        <w:tc>
          <w:tcPr>
            <w:tcW w:w="5803" w:type="dxa"/>
          </w:tcPr>
          <w:p w14:paraId="3A18BDFC" w14:textId="77777777" w:rsidR="004650C8" w:rsidRPr="00E81275" w:rsidRDefault="004650C8" w:rsidP="004650C8">
            <w:pPr>
              <w:jc w:val="both"/>
              <w:rPr>
                <w:rFonts w:ascii="Poppins" w:hAnsi="Poppins" w:cs="Poppins"/>
                <w:sz w:val="20"/>
              </w:rPr>
            </w:pPr>
            <w:r w:rsidRPr="00E81275">
              <w:rPr>
                <w:rFonts w:ascii="Poppins" w:hAnsi="Poppins" w:cs="Poppins"/>
                <w:sz w:val="20"/>
              </w:rPr>
              <w:t xml:space="preserve">Staffa metallica per filtri </w:t>
            </w:r>
            <w:r>
              <w:rPr>
                <w:rFonts w:ascii="Poppins" w:hAnsi="Poppins" w:cs="Poppins"/>
                <w:sz w:val="20"/>
              </w:rPr>
              <w:t xml:space="preserve">e </w:t>
            </w:r>
            <w:proofErr w:type="spellStart"/>
            <w:r>
              <w:rPr>
                <w:rFonts w:ascii="Poppins" w:hAnsi="Poppins" w:cs="Poppins"/>
                <w:sz w:val="20"/>
              </w:rPr>
              <w:t>defangatori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magnetici </w:t>
            </w:r>
            <w:r w:rsidRPr="00E81275">
              <w:rPr>
                <w:rFonts w:ascii="Poppins" w:hAnsi="Poppins" w:cs="Poppins"/>
                <w:sz w:val="20"/>
              </w:rPr>
              <w:t>senza by-pass.</w:t>
            </w:r>
          </w:p>
          <w:p w14:paraId="623D33F4" w14:textId="77777777" w:rsidR="004650C8" w:rsidRPr="00E81275" w:rsidRDefault="004650C8" w:rsidP="004650C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C3C595" w14:textId="60FEF573" w:rsidR="004650C8" w:rsidRPr="00845521" w:rsidRDefault="004650C8" w:rsidP="004650C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E81275">
              <w:rPr>
                <w:rFonts w:ascii="Poppins" w:hAnsi="Poppins" w:cs="Poppins"/>
                <w:b/>
                <w:bCs/>
                <w:sz w:val="20"/>
              </w:rPr>
              <w:t xml:space="preserve">Marca Emmeti – Modello Staffa metallica per filtri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e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defangatori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E81275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0D5D2A" w:rsidRPr="00694BA1" w14:paraId="205ADBF9" w14:textId="77777777" w:rsidTr="000D5D2A">
        <w:tc>
          <w:tcPr>
            <w:tcW w:w="1398" w:type="dxa"/>
            <w:hideMark/>
          </w:tcPr>
          <w:p w14:paraId="6963A68C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15400012</w:t>
            </w:r>
          </w:p>
        </w:tc>
        <w:tc>
          <w:tcPr>
            <w:tcW w:w="2297" w:type="dxa"/>
            <w:hideMark/>
          </w:tcPr>
          <w:p w14:paraId="2EF947A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 xml:space="preserve">Filtro per acqua a squadra </w:t>
            </w:r>
          </w:p>
        </w:tc>
        <w:tc>
          <w:tcPr>
            <w:tcW w:w="5803" w:type="dxa"/>
          </w:tcPr>
          <w:p w14:paraId="2C3E1EF1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Filtro per acqua a squadra per cartucce da 5”.</w:t>
            </w:r>
          </w:p>
          <w:p w14:paraId="6635DE83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3BA6351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24E68BF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845521">
              <w:rPr>
                <w:rFonts w:ascii="Poppins" w:hAnsi="Poppins" w:cs="Poppins"/>
                <w:sz w:val="20"/>
              </w:rPr>
              <w:t>Misura: 1/2" 3 pezzi</w:t>
            </w:r>
          </w:p>
          <w:p w14:paraId="45156198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massima di esercizio: 6 bar</w:t>
            </w:r>
          </w:p>
          <w:p w14:paraId="604DE7F2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Pressione di scoppio: 25 bar</w:t>
            </w:r>
          </w:p>
          <w:p w14:paraId="27C8260D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Temperatura massima di esercizio: 40 °C</w:t>
            </w:r>
          </w:p>
          <w:p w14:paraId="44689338" w14:textId="77777777" w:rsidR="000D5D2A" w:rsidRPr="00845521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Diametro: 90 mm</w:t>
            </w:r>
          </w:p>
          <w:p w14:paraId="7AE4A4A8" w14:textId="77777777" w:rsidR="000D5D2A" w:rsidRPr="00922504" w:rsidRDefault="000D5D2A" w:rsidP="000D5D2A">
            <w:pPr>
              <w:pStyle w:val="Intestazione"/>
              <w:numPr>
                <w:ilvl w:val="0"/>
                <w:numId w:val="39"/>
              </w:numPr>
              <w:tabs>
                <w:tab w:val="left" w:pos="708"/>
              </w:tabs>
              <w:rPr>
                <w:rFonts w:ascii="Poppins" w:hAnsi="Poppins" w:cs="Poppins"/>
                <w:bCs/>
                <w:sz w:val="20"/>
                <w:lang w:val="fi-FI"/>
              </w:rPr>
            </w:pPr>
            <w:proofErr w:type="spellStart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Filettatura</w:t>
            </w:r>
            <w:proofErr w:type="spellEnd"/>
            <w:r w:rsidRPr="00922504">
              <w:rPr>
                <w:rFonts w:ascii="Poppins" w:hAnsi="Poppins" w:cs="Poppins"/>
                <w:bCs/>
                <w:sz w:val="20"/>
                <w:lang w:val="fi-FI"/>
              </w:rPr>
              <w:t>: G (UNI EN ISO 228-1)</w:t>
            </w:r>
          </w:p>
          <w:p w14:paraId="308DAEA7" w14:textId="77777777" w:rsidR="000D5D2A" w:rsidRPr="00922504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  <w:lang w:val="fi-FI"/>
              </w:rPr>
            </w:pPr>
          </w:p>
          <w:p w14:paraId="46720C9E" w14:textId="08A97CBE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>– Modello Filtro per acqua a squadra o equivalente.</w:t>
            </w:r>
          </w:p>
        </w:tc>
      </w:tr>
      <w:tr w:rsidR="000D5D2A" w:rsidRPr="00694BA1" w14:paraId="00141EDF" w14:textId="77777777" w:rsidTr="000D5D2A">
        <w:tc>
          <w:tcPr>
            <w:tcW w:w="1398" w:type="dxa"/>
            <w:hideMark/>
          </w:tcPr>
          <w:p w14:paraId="58B5996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15410520</w:t>
            </w:r>
          </w:p>
        </w:tc>
        <w:tc>
          <w:tcPr>
            <w:tcW w:w="2297" w:type="dxa"/>
            <w:hideMark/>
          </w:tcPr>
          <w:p w14:paraId="49C9E16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Nylon per filtro a squadra</w:t>
            </w:r>
          </w:p>
        </w:tc>
        <w:tc>
          <w:tcPr>
            <w:tcW w:w="5803" w:type="dxa"/>
          </w:tcPr>
          <w:p w14:paraId="60D7F01F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per filtro a squadra.</w:t>
            </w:r>
          </w:p>
          <w:p w14:paraId="5723C3B4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60 micron.</w:t>
            </w:r>
          </w:p>
          <w:p w14:paraId="1217C68E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3528FA39" w14:textId="0FCE79B1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Nylon per filtro a squadra o equivalente.</w:t>
            </w:r>
          </w:p>
        </w:tc>
      </w:tr>
      <w:tr w:rsidR="000D5D2A" w:rsidRPr="00694BA1" w14:paraId="596D846C" w14:textId="77777777" w:rsidTr="000D5D2A">
        <w:tc>
          <w:tcPr>
            <w:tcW w:w="1398" w:type="dxa"/>
            <w:hideMark/>
          </w:tcPr>
          <w:p w14:paraId="1EF11367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15410510</w:t>
            </w:r>
          </w:p>
        </w:tc>
        <w:tc>
          <w:tcPr>
            <w:tcW w:w="2297" w:type="dxa"/>
            <w:hideMark/>
          </w:tcPr>
          <w:p w14:paraId="2182075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da 5” in Polipropilene per filtro a squadra</w:t>
            </w:r>
          </w:p>
        </w:tc>
        <w:tc>
          <w:tcPr>
            <w:tcW w:w="5803" w:type="dxa"/>
          </w:tcPr>
          <w:p w14:paraId="1460B9E6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Cartuccia filtrante da 5” per filtro a squadra.</w:t>
            </w:r>
          </w:p>
          <w:p w14:paraId="5DC87AD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Filtrazione 10 micron.</w:t>
            </w:r>
          </w:p>
          <w:p w14:paraId="6F1DF647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6B7DF003" w14:textId="480FCDA9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Cartuccia da 5” in Polipropilene per filtro a squadra o equivalente.</w:t>
            </w:r>
          </w:p>
        </w:tc>
      </w:tr>
      <w:tr w:rsidR="000D5D2A" w:rsidRPr="00694BA1" w14:paraId="492CEDD7" w14:textId="77777777" w:rsidTr="000D5D2A">
        <w:tc>
          <w:tcPr>
            <w:tcW w:w="1398" w:type="dxa"/>
            <w:hideMark/>
          </w:tcPr>
          <w:p w14:paraId="597DFB46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15410550</w:t>
            </w:r>
          </w:p>
        </w:tc>
        <w:tc>
          <w:tcPr>
            <w:tcW w:w="2297" w:type="dxa"/>
            <w:hideMark/>
          </w:tcPr>
          <w:p w14:paraId="511D96AD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 per filtro a squadra</w:t>
            </w:r>
          </w:p>
        </w:tc>
        <w:tc>
          <w:tcPr>
            <w:tcW w:w="5803" w:type="dxa"/>
          </w:tcPr>
          <w:p w14:paraId="772A5A6A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Tubo diffusore da 5” per filtro acqua a squadra.</w:t>
            </w:r>
          </w:p>
          <w:p w14:paraId="2EDB801B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35CE5F5B" w14:textId="2E8EA17D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lastRenderedPageBreak/>
              <w:t>Marca E</w:t>
            </w:r>
            <w:r w:rsidR="001D7F4A">
              <w:rPr>
                <w:rFonts w:ascii="Poppins" w:hAnsi="Poppins" w:cs="Poppins"/>
                <w:b/>
                <w:sz w:val="20"/>
              </w:rPr>
              <w:t>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Tubo diffusore da 5” per filtro a squadra o equivalente.</w:t>
            </w:r>
          </w:p>
        </w:tc>
      </w:tr>
      <w:tr w:rsidR="000D5D2A" w:rsidRPr="00694BA1" w14:paraId="3D18007C" w14:textId="77777777" w:rsidTr="000D5D2A">
        <w:tc>
          <w:tcPr>
            <w:tcW w:w="1398" w:type="dxa"/>
            <w:hideMark/>
          </w:tcPr>
          <w:p w14:paraId="5BAD2B65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lastRenderedPageBreak/>
              <w:t>15350001</w:t>
            </w:r>
          </w:p>
        </w:tc>
        <w:tc>
          <w:tcPr>
            <w:tcW w:w="2297" w:type="dxa"/>
            <w:hideMark/>
          </w:tcPr>
          <w:p w14:paraId="1D6696D0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 xml:space="preserve">Chiave per filtro a squadra </w:t>
            </w:r>
          </w:p>
        </w:tc>
        <w:tc>
          <w:tcPr>
            <w:tcW w:w="5803" w:type="dxa"/>
          </w:tcPr>
          <w:p w14:paraId="03B46A3B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Chiave per filtro 3 pezzi a squadra 5”.</w:t>
            </w:r>
          </w:p>
          <w:p w14:paraId="3B5C038B" w14:textId="77777777" w:rsidR="000D5D2A" w:rsidRPr="00845521" w:rsidRDefault="000D5D2A" w:rsidP="009A18E5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00C87B" w14:textId="64FCE50B" w:rsidR="000D5D2A" w:rsidRPr="00845521" w:rsidRDefault="000D5D2A" w:rsidP="009A18E5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1D7F4A">
              <w:rPr>
                <w:rFonts w:ascii="Poppins" w:hAnsi="Poppins" w:cs="Poppins"/>
                <w:b/>
                <w:sz w:val="20"/>
              </w:rPr>
              <w:t>Emmeti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Chiave per filtro a squadra o equivalente.</w:t>
            </w:r>
          </w:p>
        </w:tc>
      </w:tr>
      <w:tr w:rsidR="000D5D2A" w:rsidRPr="00694BA1" w14:paraId="3C7851BC" w14:textId="77777777" w:rsidTr="000D5D2A">
        <w:tc>
          <w:tcPr>
            <w:tcW w:w="1398" w:type="dxa"/>
            <w:hideMark/>
          </w:tcPr>
          <w:p w14:paraId="5CD75ACE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>15500034</w:t>
            </w:r>
          </w:p>
        </w:tc>
        <w:tc>
          <w:tcPr>
            <w:tcW w:w="2297" w:type="dxa"/>
            <w:hideMark/>
          </w:tcPr>
          <w:p w14:paraId="4CC36ECC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 xml:space="preserve">Filtro </w:t>
            </w:r>
            <w:proofErr w:type="spellStart"/>
            <w:r w:rsidRPr="00845521">
              <w:rPr>
                <w:rFonts w:ascii="Poppins" w:hAnsi="Poppins" w:cs="Poppins"/>
                <w:bCs/>
                <w:sz w:val="20"/>
              </w:rPr>
              <w:t>salvalavatrice</w:t>
            </w:r>
            <w:proofErr w:type="spellEnd"/>
            <w:r w:rsidRPr="00845521">
              <w:rPr>
                <w:rFonts w:ascii="Poppins" w:hAnsi="Poppins" w:cs="Poppins"/>
                <w:bCs/>
                <w:sz w:val="20"/>
              </w:rPr>
              <w:t xml:space="preserve"> anticalcare </w:t>
            </w:r>
          </w:p>
        </w:tc>
        <w:tc>
          <w:tcPr>
            <w:tcW w:w="5803" w:type="dxa"/>
          </w:tcPr>
          <w:p w14:paraId="007E5969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Cs/>
                <w:sz w:val="20"/>
              </w:rPr>
              <w:t xml:space="preserve">Filtro </w:t>
            </w:r>
            <w:proofErr w:type="spellStart"/>
            <w:r w:rsidRPr="00845521">
              <w:rPr>
                <w:rFonts w:ascii="Poppins" w:hAnsi="Poppins" w:cs="Poppins"/>
                <w:bCs/>
                <w:sz w:val="20"/>
              </w:rPr>
              <w:t>salvalavatrice</w:t>
            </w:r>
            <w:proofErr w:type="spellEnd"/>
            <w:r w:rsidRPr="00845521">
              <w:rPr>
                <w:rFonts w:ascii="Poppins" w:hAnsi="Poppins" w:cs="Poppins"/>
                <w:bCs/>
                <w:sz w:val="20"/>
              </w:rPr>
              <w:t xml:space="preserve"> anticalcare.</w:t>
            </w:r>
          </w:p>
          <w:p w14:paraId="0A38C7B2" w14:textId="77777777" w:rsidR="000D5D2A" w:rsidRPr="00845521" w:rsidRDefault="000D5D2A" w:rsidP="009A18E5">
            <w:pPr>
              <w:pStyle w:val="Intestazione"/>
              <w:tabs>
                <w:tab w:val="left" w:pos="708"/>
              </w:tabs>
              <w:rPr>
                <w:rFonts w:ascii="Poppins" w:hAnsi="Poppins" w:cs="Poppins"/>
                <w:bCs/>
                <w:sz w:val="20"/>
              </w:rPr>
            </w:pPr>
          </w:p>
          <w:p w14:paraId="3F51B422" w14:textId="15500624" w:rsidR="000D5D2A" w:rsidRPr="00845521" w:rsidRDefault="000D5D2A" w:rsidP="009A18E5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552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1D7F4A">
              <w:rPr>
                <w:rFonts w:ascii="Poppins" w:hAnsi="Poppins" w:cs="Poppins"/>
                <w:b/>
                <w:sz w:val="20"/>
              </w:rPr>
              <w:t>Emmeti</w:t>
            </w:r>
            <w:r w:rsidRPr="00845521">
              <w:rPr>
                <w:rFonts w:ascii="Poppins" w:hAnsi="Poppins" w:cs="Poppins"/>
                <w:b/>
                <w:sz w:val="20"/>
              </w:rPr>
              <w:t xml:space="preserve"> – Modello Filtro </w:t>
            </w:r>
            <w:proofErr w:type="spellStart"/>
            <w:r w:rsidRPr="00845521">
              <w:rPr>
                <w:rFonts w:ascii="Poppins" w:hAnsi="Poppins" w:cs="Poppins"/>
                <w:b/>
                <w:sz w:val="20"/>
              </w:rPr>
              <w:t>salvalavatrice</w:t>
            </w:r>
            <w:proofErr w:type="spellEnd"/>
            <w:r w:rsidRPr="00845521">
              <w:rPr>
                <w:rFonts w:ascii="Poppins" w:hAnsi="Poppins" w:cs="Poppins"/>
                <w:b/>
                <w:sz w:val="20"/>
              </w:rPr>
              <w:t xml:space="preserve"> anticalcare o equivalente.</w:t>
            </w:r>
          </w:p>
        </w:tc>
      </w:tr>
    </w:tbl>
    <w:p w14:paraId="564C48D4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222F1" w14:textId="77777777" w:rsidR="00DC3369" w:rsidRDefault="00DC3369">
      <w:r>
        <w:separator/>
      </w:r>
    </w:p>
  </w:endnote>
  <w:endnote w:type="continuationSeparator" w:id="0">
    <w:p w14:paraId="2CD2A6AC" w14:textId="77777777" w:rsidR="00DC3369" w:rsidRDefault="00DC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04DD" w14:textId="77777777" w:rsidR="00D52887" w:rsidRDefault="00D52887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D52887" w14:paraId="113E374E" w14:textId="77777777" w:rsidTr="004706FD">
      <w:tc>
        <w:tcPr>
          <w:tcW w:w="4534" w:type="dxa"/>
        </w:tcPr>
        <w:p w14:paraId="3458580B" w14:textId="649112E6" w:rsidR="00D52887" w:rsidRPr="00C86331" w:rsidRDefault="00D52887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0D5D2A">
            <w:rPr>
              <w:rFonts w:ascii="Poppins" w:hAnsi="Poppins" w:cs="Poppins"/>
              <w:iCs/>
              <w:noProof/>
              <w:sz w:val="16"/>
            </w:rPr>
            <w:t>Filtri per acqua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C367BF5" w14:textId="438DBA09" w:rsidR="00D52887" w:rsidRPr="00EC29FF" w:rsidRDefault="00D52887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650C8">
            <w:rPr>
              <w:rFonts w:ascii="Poppins" w:hAnsi="Poppins" w:cs="Poppins"/>
              <w:noProof/>
              <w:sz w:val="14"/>
              <w:szCs w:val="14"/>
            </w:rPr>
            <w:t>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DC61E3" w14:textId="77777777" w:rsidR="00D52887" w:rsidRPr="005C61B9" w:rsidRDefault="00D52887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7CDA6FB" wp14:editId="578BE47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BB1AA" w14:textId="77777777" w:rsidR="00DC3369" w:rsidRDefault="00DC3369">
      <w:r>
        <w:separator/>
      </w:r>
    </w:p>
  </w:footnote>
  <w:footnote w:type="continuationSeparator" w:id="0">
    <w:p w14:paraId="244EDB53" w14:textId="77777777" w:rsidR="00DC3369" w:rsidRDefault="00DC33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1B0F" w14:textId="77777777" w:rsidR="00D52887" w:rsidRDefault="00D52887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E26F756" wp14:editId="07EB454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C5FEE22" w14:textId="77777777" w:rsidR="00D52887" w:rsidRPr="00D440AE" w:rsidRDefault="00D52887" w:rsidP="00CC31A7">
    <w:pPr>
      <w:pStyle w:val="Intestazione"/>
      <w:jc w:val="center"/>
      <w:rPr>
        <w:sz w:val="16"/>
        <w:szCs w:val="16"/>
      </w:rPr>
    </w:pPr>
  </w:p>
  <w:p w14:paraId="173F6678" w14:textId="77777777" w:rsidR="00D52887" w:rsidRPr="00D440AE" w:rsidRDefault="00D52887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DEA"/>
    <w:multiLevelType w:val="hybridMultilevel"/>
    <w:tmpl w:val="F36C22EE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23A"/>
    <w:multiLevelType w:val="hybridMultilevel"/>
    <w:tmpl w:val="04D6E688"/>
    <w:lvl w:ilvl="0" w:tplc="B9B4A57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E1735"/>
    <w:multiLevelType w:val="hybridMultilevel"/>
    <w:tmpl w:val="8B84E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B065C"/>
    <w:multiLevelType w:val="hybridMultilevel"/>
    <w:tmpl w:val="9C5E4F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DD482F"/>
    <w:multiLevelType w:val="hybridMultilevel"/>
    <w:tmpl w:val="5088F62A"/>
    <w:lvl w:ilvl="0" w:tplc="B66A852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8681827">
    <w:abstractNumId w:val="22"/>
  </w:num>
  <w:num w:numId="2" w16cid:durableId="641084182">
    <w:abstractNumId w:val="21"/>
  </w:num>
  <w:num w:numId="3" w16cid:durableId="569920646">
    <w:abstractNumId w:val="10"/>
  </w:num>
  <w:num w:numId="4" w16cid:durableId="1165169203">
    <w:abstractNumId w:val="6"/>
  </w:num>
  <w:num w:numId="5" w16cid:durableId="1727022295">
    <w:abstractNumId w:val="17"/>
  </w:num>
  <w:num w:numId="6" w16cid:durableId="836112404">
    <w:abstractNumId w:val="15"/>
  </w:num>
  <w:num w:numId="7" w16cid:durableId="394738473">
    <w:abstractNumId w:val="12"/>
  </w:num>
  <w:num w:numId="8" w16cid:durableId="169032969">
    <w:abstractNumId w:val="15"/>
  </w:num>
  <w:num w:numId="9" w16cid:durableId="750083021">
    <w:abstractNumId w:val="0"/>
  </w:num>
  <w:num w:numId="10" w16cid:durableId="2048218915">
    <w:abstractNumId w:val="15"/>
  </w:num>
  <w:num w:numId="11" w16cid:durableId="1156414184">
    <w:abstractNumId w:val="26"/>
  </w:num>
  <w:num w:numId="12" w16cid:durableId="926499116">
    <w:abstractNumId w:val="29"/>
  </w:num>
  <w:num w:numId="13" w16cid:durableId="1484198119">
    <w:abstractNumId w:val="25"/>
  </w:num>
  <w:num w:numId="14" w16cid:durableId="1916864338">
    <w:abstractNumId w:val="13"/>
  </w:num>
  <w:num w:numId="15" w16cid:durableId="497577089">
    <w:abstractNumId w:val="27"/>
  </w:num>
  <w:num w:numId="16" w16cid:durableId="772019423">
    <w:abstractNumId w:val="33"/>
  </w:num>
  <w:num w:numId="17" w16cid:durableId="1835029335">
    <w:abstractNumId w:val="35"/>
  </w:num>
  <w:num w:numId="18" w16cid:durableId="422796479">
    <w:abstractNumId w:val="28"/>
  </w:num>
  <w:num w:numId="19" w16cid:durableId="1884512293">
    <w:abstractNumId w:val="2"/>
  </w:num>
  <w:num w:numId="20" w16cid:durableId="232545405">
    <w:abstractNumId w:val="3"/>
  </w:num>
  <w:num w:numId="21" w16cid:durableId="946690539">
    <w:abstractNumId w:val="18"/>
  </w:num>
  <w:num w:numId="22" w16cid:durableId="1046106968">
    <w:abstractNumId w:val="8"/>
  </w:num>
  <w:num w:numId="23" w16cid:durableId="1346176593">
    <w:abstractNumId w:val="24"/>
  </w:num>
  <w:num w:numId="24" w16cid:durableId="663624744">
    <w:abstractNumId w:val="34"/>
  </w:num>
  <w:num w:numId="25" w16cid:durableId="2030640885">
    <w:abstractNumId w:val="11"/>
  </w:num>
  <w:num w:numId="26" w16cid:durableId="1640649649">
    <w:abstractNumId w:val="14"/>
  </w:num>
  <w:num w:numId="27" w16cid:durableId="253319150">
    <w:abstractNumId w:val="31"/>
  </w:num>
  <w:num w:numId="28" w16cid:durableId="1870294874">
    <w:abstractNumId w:val="16"/>
  </w:num>
  <w:num w:numId="29" w16cid:durableId="343678560">
    <w:abstractNumId w:val="7"/>
  </w:num>
  <w:num w:numId="30" w16cid:durableId="440995882">
    <w:abstractNumId w:val="20"/>
  </w:num>
  <w:num w:numId="31" w16cid:durableId="1384869497">
    <w:abstractNumId w:val="32"/>
  </w:num>
  <w:num w:numId="32" w16cid:durableId="804003489">
    <w:abstractNumId w:val="9"/>
  </w:num>
  <w:num w:numId="33" w16cid:durableId="410003127">
    <w:abstractNumId w:val="9"/>
  </w:num>
  <w:num w:numId="34" w16cid:durableId="1129326822">
    <w:abstractNumId w:val="1"/>
  </w:num>
  <w:num w:numId="35" w16cid:durableId="2042199630">
    <w:abstractNumId w:val="19"/>
  </w:num>
  <w:num w:numId="36" w16cid:durableId="1355300668">
    <w:abstractNumId w:val="30"/>
  </w:num>
  <w:num w:numId="37" w16cid:durableId="1331327650">
    <w:abstractNumId w:val="5"/>
  </w:num>
  <w:num w:numId="38" w16cid:durableId="1428580191">
    <w:abstractNumId w:val="4"/>
  </w:num>
  <w:num w:numId="39" w16cid:durableId="172459426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D5D2A"/>
    <w:rsid w:val="000F7A52"/>
    <w:rsid w:val="00103A0D"/>
    <w:rsid w:val="00117A0E"/>
    <w:rsid w:val="001441C6"/>
    <w:rsid w:val="001450AB"/>
    <w:rsid w:val="001620E3"/>
    <w:rsid w:val="00171DAE"/>
    <w:rsid w:val="00187EF7"/>
    <w:rsid w:val="00195A49"/>
    <w:rsid w:val="001A5581"/>
    <w:rsid w:val="001D365F"/>
    <w:rsid w:val="001D7F4A"/>
    <w:rsid w:val="001E0165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3E1E94"/>
    <w:rsid w:val="00402F28"/>
    <w:rsid w:val="004272FC"/>
    <w:rsid w:val="00433C12"/>
    <w:rsid w:val="0044592F"/>
    <w:rsid w:val="00447EFC"/>
    <w:rsid w:val="004650C8"/>
    <w:rsid w:val="004706FD"/>
    <w:rsid w:val="00474537"/>
    <w:rsid w:val="0048382E"/>
    <w:rsid w:val="004A5AB6"/>
    <w:rsid w:val="004F1A26"/>
    <w:rsid w:val="00500468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9646B"/>
    <w:rsid w:val="005C61B9"/>
    <w:rsid w:val="005E1169"/>
    <w:rsid w:val="006015C2"/>
    <w:rsid w:val="006040F5"/>
    <w:rsid w:val="00610639"/>
    <w:rsid w:val="00620C00"/>
    <w:rsid w:val="00640EFB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02806"/>
    <w:rsid w:val="00710BB8"/>
    <w:rsid w:val="00727388"/>
    <w:rsid w:val="00734559"/>
    <w:rsid w:val="0073789C"/>
    <w:rsid w:val="0074500A"/>
    <w:rsid w:val="00745AB1"/>
    <w:rsid w:val="0074712F"/>
    <w:rsid w:val="00757AC7"/>
    <w:rsid w:val="00782096"/>
    <w:rsid w:val="007B5BA3"/>
    <w:rsid w:val="007C4ACA"/>
    <w:rsid w:val="007D5EC7"/>
    <w:rsid w:val="007E6E02"/>
    <w:rsid w:val="007E7665"/>
    <w:rsid w:val="007F4841"/>
    <w:rsid w:val="008014DD"/>
    <w:rsid w:val="0080323F"/>
    <w:rsid w:val="00830828"/>
    <w:rsid w:val="00844BBC"/>
    <w:rsid w:val="00845521"/>
    <w:rsid w:val="0085174B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2504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9E7B5E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867FD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4FD2"/>
    <w:rsid w:val="00C86331"/>
    <w:rsid w:val="00C93402"/>
    <w:rsid w:val="00C939B1"/>
    <w:rsid w:val="00CB1475"/>
    <w:rsid w:val="00CC31A7"/>
    <w:rsid w:val="00CE5350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52887"/>
    <w:rsid w:val="00D62BDF"/>
    <w:rsid w:val="00D832BB"/>
    <w:rsid w:val="00D902A4"/>
    <w:rsid w:val="00DA3646"/>
    <w:rsid w:val="00DC3369"/>
    <w:rsid w:val="00DD2E16"/>
    <w:rsid w:val="00DE5C0B"/>
    <w:rsid w:val="00E07577"/>
    <w:rsid w:val="00E17A38"/>
    <w:rsid w:val="00E36C49"/>
    <w:rsid w:val="00E37CDF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23AA6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BC3F6F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2230B-8151-4000-A442-35DD7B59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4</Pages>
  <Words>723</Words>
  <Characters>3758</Characters>
  <Application>Microsoft Office Word</Application>
  <DocSecurity>4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4473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2025-01-15T10:58:00Z</dcterms:created>
  <dcterms:modified xsi:type="dcterms:W3CDTF">2025-01-15T10:58:00Z</dcterms:modified>
</cp:coreProperties>
</file>